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BA" w:rsidRDefault="00574ABA" w:rsidP="009D5662">
      <w:r>
        <w:t>01/18-2012</w:t>
      </w:r>
      <w:r>
        <w:tab/>
      </w:r>
      <w:r>
        <w:tab/>
        <w:t xml:space="preserve">SACS MEETING Notes </w:t>
      </w:r>
    </w:p>
    <w:p w:rsidR="00574ABA" w:rsidRDefault="00574ABA" w:rsidP="009D5662">
      <w:r>
        <w:t>Teri Zinone – Intro to web based recording of SACS Info.</w:t>
      </w:r>
    </w:p>
    <w:p w:rsidR="00574ABA" w:rsidRDefault="00574ABA" w:rsidP="009D5662">
      <w:pPr>
        <w:pStyle w:val="ListParagraph"/>
        <w:numPr>
          <w:ilvl w:val="0"/>
          <w:numId w:val="2"/>
        </w:numPr>
      </w:pPr>
      <w:r>
        <w:t>Next meeting  1/18/2012</w:t>
      </w:r>
    </w:p>
    <w:p w:rsidR="00574ABA" w:rsidRDefault="00574ABA" w:rsidP="009D5662">
      <w:pPr>
        <w:pStyle w:val="ListParagraph"/>
        <w:numPr>
          <w:ilvl w:val="1"/>
          <w:numId w:val="2"/>
        </w:numPr>
      </w:pPr>
      <w:r>
        <w:t>Add a parent and a student to your committee</w:t>
      </w:r>
    </w:p>
    <w:p w:rsidR="00574ABA" w:rsidRDefault="00574ABA" w:rsidP="009D5662">
      <w:pPr>
        <w:pStyle w:val="ListParagraph"/>
        <w:numPr>
          <w:ilvl w:val="1"/>
          <w:numId w:val="2"/>
        </w:numPr>
      </w:pPr>
      <w:r>
        <w:t>Goals – What needs to be improved upon?</w:t>
      </w:r>
    </w:p>
    <w:p w:rsidR="00574ABA" w:rsidRDefault="00574ABA" w:rsidP="009D5662">
      <w:pPr>
        <w:pStyle w:val="ListParagraph"/>
        <w:numPr>
          <w:ilvl w:val="2"/>
          <w:numId w:val="2"/>
        </w:numPr>
      </w:pPr>
      <w:r>
        <w:t>Objectives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Strategies</w:t>
      </w:r>
    </w:p>
    <w:p w:rsidR="00574ABA" w:rsidRDefault="00574ABA" w:rsidP="009D5662">
      <w:pPr>
        <w:pStyle w:val="ListParagraph"/>
        <w:numPr>
          <w:ilvl w:val="4"/>
          <w:numId w:val="2"/>
        </w:numPr>
      </w:pPr>
      <w:r>
        <w:t>Activity</w:t>
      </w:r>
    </w:p>
    <w:p w:rsidR="00574ABA" w:rsidRDefault="00574ABA" w:rsidP="00455B2B">
      <w:pPr>
        <w:pStyle w:val="ListParagraph"/>
      </w:pPr>
    </w:p>
    <w:p w:rsidR="00574ABA" w:rsidRDefault="00574ABA" w:rsidP="00455B2B">
      <w:pPr>
        <w:pStyle w:val="ListParagraph"/>
        <w:rPr>
          <w:color w:val="FF0000"/>
        </w:rPr>
      </w:pPr>
      <w:r w:rsidRPr="00455B2B">
        <w:rPr>
          <w:color w:val="FF0000"/>
        </w:rPr>
        <w:t xml:space="preserve">In Attendance: </w:t>
      </w:r>
      <w:r>
        <w:t>: Susan Riebsame, Amber Sargent, David Koos, Chuck Kelly</w:t>
      </w:r>
    </w:p>
    <w:p w:rsidR="00574ABA" w:rsidRDefault="00574ABA" w:rsidP="00455B2B">
      <w:pPr>
        <w:pStyle w:val="ListParagraph"/>
        <w:rPr>
          <w:color w:val="FF0000"/>
        </w:rPr>
      </w:pPr>
    </w:p>
    <w:p w:rsidR="00574ABA" w:rsidRPr="00455B2B" w:rsidRDefault="00574ABA" w:rsidP="00455B2B">
      <w:pPr>
        <w:pStyle w:val="ListParagraph"/>
        <w:rPr>
          <w:color w:val="FF0000"/>
        </w:rPr>
      </w:pPr>
    </w:p>
    <w:p w:rsidR="00574ABA" w:rsidRDefault="00574ABA" w:rsidP="009D5662">
      <w:pPr>
        <w:pStyle w:val="ListParagraph"/>
        <w:numPr>
          <w:ilvl w:val="0"/>
          <w:numId w:val="2"/>
        </w:numPr>
      </w:pPr>
      <w:r>
        <w:t xml:space="preserve"> Finish Reviewing Standards</w:t>
      </w:r>
    </w:p>
    <w:p w:rsidR="00574ABA" w:rsidRDefault="00574ABA" w:rsidP="009D5662">
      <w:pPr>
        <w:pStyle w:val="ListParagraph"/>
        <w:numPr>
          <w:ilvl w:val="1"/>
          <w:numId w:val="2"/>
        </w:numPr>
      </w:pPr>
      <w:r>
        <w:t>4.5</w:t>
      </w:r>
    </w:p>
    <w:p w:rsidR="00574ABA" w:rsidRDefault="00574ABA" w:rsidP="009D5662">
      <w:pPr>
        <w:pStyle w:val="ListParagraph"/>
        <w:numPr>
          <w:ilvl w:val="2"/>
          <w:numId w:val="2"/>
        </w:numPr>
      </w:pPr>
      <w:r>
        <w:t>Technology Committee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Check with Kathy Gotshall on minutes of past meetings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Check with Kathy G. and Rob T. on Technology Assessments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Check with Mike Burke on current Technology plans</w:t>
      </w:r>
    </w:p>
    <w:p w:rsidR="00574ABA" w:rsidRDefault="00574ABA" w:rsidP="009D5662">
      <w:pPr>
        <w:pStyle w:val="ListParagraph"/>
        <w:numPr>
          <w:ilvl w:val="2"/>
          <w:numId w:val="2"/>
        </w:numPr>
      </w:pPr>
      <w:r>
        <w:t>How is a Technology plan conveyed?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Handbook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Student/Parent Contract</w:t>
      </w:r>
    </w:p>
    <w:p w:rsidR="00574ABA" w:rsidRDefault="00574ABA" w:rsidP="009D5662">
      <w:pPr>
        <w:pStyle w:val="ListParagraph"/>
        <w:numPr>
          <w:ilvl w:val="1"/>
          <w:numId w:val="2"/>
        </w:numPr>
      </w:pPr>
      <w:r>
        <w:t>4.6</w:t>
      </w:r>
    </w:p>
    <w:p w:rsidR="00574ABA" w:rsidRDefault="00574ABA" w:rsidP="009D5662">
      <w:pPr>
        <w:pStyle w:val="ListParagraph"/>
        <w:numPr>
          <w:ilvl w:val="2"/>
          <w:numId w:val="2"/>
        </w:numPr>
      </w:pPr>
      <w:r>
        <w:t>Support Services</w:t>
      </w:r>
    </w:p>
    <w:p w:rsidR="00574ABA" w:rsidRDefault="00574ABA" w:rsidP="009D5662">
      <w:pPr>
        <w:pStyle w:val="ListParagraph"/>
        <w:numPr>
          <w:ilvl w:val="3"/>
          <w:numId w:val="2"/>
        </w:numPr>
      </w:pPr>
      <w:r>
        <w:t>Guidance</w:t>
      </w:r>
    </w:p>
    <w:p w:rsidR="00574ABA" w:rsidRDefault="00574ABA" w:rsidP="009D5662">
      <w:pPr>
        <w:pStyle w:val="ListParagraph"/>
        <w:numPr>
          <w:ilvl w:val="4"/>
          <w:numId w:val="2"/>
        </w:numPr>
      </w:pPr>
      <w:r>
        <w:t>Appointment calendars</w:t>
      </w:r>
    </w:p>
    <w:p w:rsidR="00574ABA" w:rsidRDefault="00574ABA" w:rsidP="009D5662">
      <w:pPr>
        <w:pStyle w:val="ListParagraph"/>
        <w:numPr>
          <w:ilvl w:val="4"/>
          <w:numId w:val="2"/>
        </w:numPr>
      </w:pPr>
      <w:r>
        <w:t>Referrals</w:t>
      </w:r>
    </w:p>
    <w:p w:rsidR="00574ABA" w:rsidRDefault="00574ABA" w:rsidP="009D5662">
      <w:pPr>
        <w:pStyle w:val="ListParagraph"/>
        <w:numPr>
          <w:ilvl w:val="5"/>
          <w:numId w:val="2"/>
        </w:numPr>
      </w:pPr>
      <w:r>
        <w:t>Counseling</w:t>
      </w:r>
    </w:p>
    <w:p w:rsidR="00574ABA" w:rsidRDefault="00574ABA" w:rsidP="009D5662">
      <w:pPr>
        <w:pStyle w:val="ListParagraph"/>
        <w:numPr>
          <w:ilvl w:val="5"/>
          <w:numId w:val="2"/>
        </w:numPr>
      </w:pPr>
      <w:r>
        <w:t>Academic support</w:t>
      </w:r>
    </w:p>
    <w:p w:rsidR="00574ABA" w:rsidRDefault="00574ABA" w:rsidP="00332575">
      <w:pPr>
        <w:pStyle w:val="ListParagraph"/>
        <w:numPr>
          <w:ilvl w:val="3"/>
          <w:numId w:val="2"/>
        </w:numPr>
      </w:pPr>
      <w:r>
        <w:t>Character Education</w:t>
      </w:r>
    </w:p>
    <w:p w:rsidR="00574ABA" w:rsidRDefault="00574ABA" w:rsidP="00332575">
      <w:pPr>
        <w:pStyle w:val="ListParagraph"/>
        <w:numPr>
          <w:ilvl w:val="4"/>
          <w:numId w:val="2"/>
        </w:numPr>
      </w:pPr>
      <w:r>
        <w:t>Religion classes</w:t>
      </w:r>
    </w:p>
    <w:p w:rsidR="00574ABA" w:rsidRDefault="00574ABA" w:rsidP="00332575">
      <w:pPr>
        <w:pStyle w:val="ListParagraph"/>
        <w:numPr>
          <w:ilvl w:val="4"/>
          <w:numId w:val="2"/>
        </w:numPr>
      </w:pPr>
      <w:r>
        <w:t>Individual subjects(LMS, psych, science, social studies0</w:t>
      </w:r>
    </w:p>
    <w:p w:rsidR="00574ABA" w:rsidRDefault="00574ABA" w:rsidP="00332575">
      <w:pPr>
        <w:pStyle w:val="ListParagraph"/>
        <w:numPr>
          <w:ilvl w:val="1"/>
          <w:numId w:val="2"/>
        </w:numPr>
      </w:pPr>
      <w:r>
        <w:t>4.7</w:t>
      </w:r>
    </w:p>
    <w:p w:rsidR="00574ABA" w:rsidRDefault="00574ABA" w:rsidP="00332575">
      <w:pPr>
        <w:pStyle w:val="ListParagraph"/>
        <w:numPr>
          <w:ilvl w:val="2"/>
          <w:numId w:val="2"/>
        </w:numPr>
      </w:pPr>
      <w:r>
        <w:t>Check Handbook</w:t>
      </w:r>
    </w:p>
    <w:p w:rsidR="00574ABA" w:rsidRDefault="00574ABA" w:rsidP="00332575">
      <w:pPr>
        <w:pStyle w:val="ListParagraph"/>
        <w:numPr>
          <w:ilvl w:val="3"/>
          <w:numId w:val="2"/>
        </w:numPr>
      </w:pPr>
      <w:r>
        <w:t>Guidance Services</w:t>
      </w:r>
    </w:p>
    <w:p w:rsidR="00574ABA" w:rsidRDefault="00574ABA" w:rsidP="00332575">
      <w:pPr>
        <w:pStyle w:val="ListParagraph"/>
        <w:numPr>
          <w:ilvl w:val="3"/>
          <w:numId w:val="2"/>
        </w:numPr>
      </w:pPr>
      <w:r>
        <w:t>Referral Services</w:t>
      </w:r>
    </w:p>
    <w:p w:rsidR="00574ABA" w:rsidRDefault="00574ABA" w:rsidP="00332575">
      <w:pPr>
        <w:pStyle w:val="ListParagraph"/>
        <w:numPr>
          <w:ilvl w:val="3"/>
          <w:numId w:val="2"/>
        </w:numPr>
      </w:pPr>
      <w:r>
        <w:t>Budget</w:t>
      </w:r>
    </w:p>
    <w:sectPr w:rsidR="00574ABA" w:rsidSect="008C2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C0DC4"/>
    <w:multiLevelType w:val="hybridMultilevel"/>
    <w:tmpl w:val="AD36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C0A7C"/>
    <w:multiLevelType w:val="hybridMultilevel"/>
    <w:tmpl w:val="69C8928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662"/>
    <w:rsid w:val="002E195B"/>
    <w:rsid w:val="00332575"/>
    <w:rsid w:val="00407714"/>
    <w:rsid w:val="00455B2B"/>
    <w:rsid w:val="00574ABA"/>
    <w:rsid w:val="005A67CF"/>
    <w:rsid w:val="006E636B"/>
    <w:rsid w:val="00832B50"/>
    <w:rsid w:val="008C25E5"/>
    <w:rsid w:val="008C2892"/>
    <w:rsid w:val="009D5662"/>
    <w:rsid w:val="009E1F10"/>
    <w:rsid w:val="009E740E"/>
    <w:rsid w:val="00A0179D"/>
    <w:rsid w:val="00F3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5E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124</Words>
  <Characters>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01/18-2012</dc:title>
  <dc:subject/>
  <dc:creator> </dc:creator>
  <cp:keywords/>
  <dc:description/>
  <cp:lastModifiedBy>riebsames</cp:lastModifiedBy>
  <cp:revision>2</cp:revision>
  <dcterms:created xsi:type="dcterms:W3CDTF">2012-05-14T18:54:00Z</dcterms:created>
  <dcterms:modified xsi:type="dcterms:W3CDTF">2012-05-14T18:54:00Z</dcterms:modified>
</cp:coreProperties>
</file>